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2F7C14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8E20C1E" w14:textId="590CCFDF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458746515386424B89F63F1A7882884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6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887B35">
                  <w:rPr>
                    <w:rStyle w:val="Dokumentdatum"/>
                  </w:rPr>
                  <w:t>1. Juni 2022</w:t>
                </w:r>
              </w:sdtContent>
            </w:sdt>
          </w:p>
        </w:tc>
      </w:tr>
      <w:tr w:rsidR="00764D94" w:rsidRPr="00D5446F" w14:paraId="44B31202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5BD92BC" w14:textId="493818AE" w:rsidR="00764D94" w:rsidRPr="00D5446F" w:rsidRDefault="00764D94" w:rsidP="00764D94">
            <w:pPr>
              <w:pStyle w:val="Betreff"/>
            </w:pPr>
            <w:r>
              <w:t xml:space="preserve">Türen sicher und leise schließen: der neue TS 5000 </w:t>
            </w:r>
            <w:proofErr w:type="spellStart"/>
            <w:r>
              <w:t>SoftClose</w:t>
            </w:r>
            <w:proofErr w:type="spellEnd"/>
            <w:r>
              <w:t xml:space="preserve"> von GEZE</w:t>
            </w:r>
          </w:p>
        </w:tc>
      </w:tr>
    </w:tbl>
    <w:p w14:paraId="24C6BD28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753669E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5594B95A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45979892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63C501F0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6AC0388E" w14:textId="77777777" w:rsidTr="00764D94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E8396B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2EF808F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23BABF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2A048909" w14:textId="77777777" w:rsidTr="00764D94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46937F" w14:textId="3D2F03BA" w:rsidR="00104446" w:rsidRDefault="00764D94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AECF0F" wp14:editId="7E7A8310">
                  <wp:extent cx="2159853" cy="1440000"/>
                  <wp:effectExtent l="0" t="0" r="0" b="0"/>
                  <wp:docPr id="5" name="Grafik 5" descr="Ein Bild, das Wand, drinnen, Boden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Wand, drinnen, Boden, Gebäud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D956F44" w14:textId="12D0170B" w:rsidR="00104446" w:rsidRPr="00275862" w:rsidRDefault="00764D94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275862">
              <w:rPr>
                <w:color w:val="002060"/>
                <w:sz w:val="20"/>
                <w:szCs w:val="20"/>
              </w:rPr>
              <w:t xml:space="preserve">Der TS 5000 </w:t>
            </w:r>
            <w:proofErr w:type="spellStart"/>
            <w:r w:rsidRPr="00275862">
              <w:rPr>
                <w:color w:val="002060"/>
                <w:sz w:val="20"/>
                <w:szCs w:val="20"/>
              </w:rPr>
              <w:t>SoftClose</w:t>
            </w:r>
            <w:proofErr w:type="spellEnd"/>
            <w:r w:rsidRPr="00275862">
              <w:rPr>
                <w:color w:val="002060"/>
                <w:sz w:val="20"/>
                <w:szCs w:val="20"/>
              </w:rPr>
              <w:t xml:space="preserve"> von GEZE schließt Türen</w:t>
            </w:r>
            <w:r w:rsidR="00275862" w:rsidRPr="00275862">
              <w:rPr>
                <w:color w:val="002060"/>
                <w:sz w:val="20"/>
                <w:szCs w:val="20"/>
              </w:rPr>
              <w:t xml:space="preserve"> </w:t>
            </w:r>
            <w:r w:rsidRPr="00275862">
              <w:rPr>
                <w:color w:val="002060"/>
                <w:sz w:val="20"/>
                <w:szCs w:val="20"/>
              </w:rPr>
              <w:t>mit minimaler Lautstärke und zugleich maximaler Sicherheit.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8DA4E8F" w14:textId="6639C94D" w:rsidR="00104446" w:rsidRPr="00104446" w:rsidRDefault="00764D94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GEZE / </w:t>
            </w:r>
            <w:r w:rsidRPr="00764D94">
              <w:rPr>
                <w:color w:val="002364"/>
                <w:sz w:val="20"/>
                <w:szCs w:val="20"/>
              </w:rPr>
              <w:t xml:space="preserve">Getty Images / </w:t>
            </w:r>
            <w:proofErr w:type="spellStart"/>
            <w:r w:rsidRPr="00764D94">
              <w:rPr>
                <w:color w:val="002364"/>
                <w:sz w:val="20"/>
                <w:szCs w:val="20"/>
              </w:rPr>
              <w:t>iStockphoto</w:t>
            </w:r>
            <w:proofErr w:type="spellEnd"/>
          </w:p>
        </w:tc>
      </w:tr>
      <w:tr w:rsidR="00862803" w14:paraId="2BCC5D67" w14:textId="77777777" w:rsidTr="00764D94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09E3E2" w14:textId="2291F643" w:rsidR="00862803" w:rsidRDefault="00764D9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4A13B6F" wp14:editId="08ED3E3C">
                  <wp:extent cx="1922348" cy="1440000"/>
                  <wp:effectExtent l="0" t="0" r="0" b="0"/>
                  <wp:docPr id="6" name="Grafik 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34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577FEC4" w14:textId="342E119E" w:rsidR="00862803" w:rsidRPr="00275862" w:rsidRDefault="00275862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275862">
              <w:rPr>
                <w:color w:val="002060"/>
                <w:sz w:val="20"/>
                <w:szCs w:val="20"/>
              </w:rPr>
              <w:t xml:space="preserve">Der TS 5000 </w:t>
            </w:r>
            <w:proofErr w:type="spellStart"/>
            <w:r w:rsidRPr="00275862">
              <w:rPr>
                <w:color w:val="002060"/>
                <w:sz w:val="20"/>
                <w:szCs w:val="20"/>
              </w:rPr>
              <w:t>SoftClose</w:t>
            </w:r>
            <w:proofErr w:type="spellEnd"/>
            <w:r w:rsidRPr="00275862">
              <w:rPr>
                <w:color w:val="002060"/>
                <w:sz w:val="20"/>
                <w:szCs w:val="20"/>
              </w:rPr>
              <w:t xml:space="preserve"> ist eine elegante Lösung für </w:t>
            </w:r>
            <w:r>
              <w:rPr>
                <w:color w:val="002060"/>
                <w:sz w:val="20"/>
                <w:szCs w:val="20"/>
              </w:rPr>
              <w:t xml:space="preserve">Türen mit </w:t>
            </w:r>
            <w:r w:rsidRPr="00275862">
              <w:rPr>
                <w:bCs/>
                <w:color w:val="002060"/>
                <w:sz w:val="20"/>
                <w:szCs w:val="20"/>
              </w:rPr>
              <w:t>herausfordernde</w:t>
            </w:r>
            <w:r>
              <w:rPr>
                <w:bCs/>
                <w:color w:val="002060"/>
                <w:sz w:val="20"/>
                <w:szCs w:val="20"/>
              </w:rPr>
              <w:t>n</w:t>
            </w:r>
            <w:r w:rsidRPr="00275862">
              <w:rPr>
                <w:bCs/>
                <w:color w:val="002060"/>
                <w:sz w:val="20"/>
                <w:szCs w:val="20"/>
              </w:rPr>
              <w:t xml:space="preserve"> Umgebungssituationen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7755861" w14:textId="451EFC73" w:rsidR="00862803" w:rsidRPr="00104446" w:rsidRDefault="00764D9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</w:t>
            </w:r>
          </w:p>
        </w:tc>
      </w:tr>
      <w:tr w:rsidR="00275862" w14:paraId="34C9CA77" w14:textId="77777777" w:rsidTr="00764D94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A27FBED" w14:textId="1393BA7D" w:rsidR="00275862" w:rsidRDefault="00275862" w:rsidP="0027586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565F7D2" wp14:editId="30CEBE6A">
                  <wp:extent cx="1803733" cy="1440000"/>
                  <wp:effectExtent l="0" t="0" r="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AF8A630" w14:textId="1C88A03D" w:rsidR="00275862" w:rsidRPr="00174614" w:rsidRDefault="00275862" w:rsidP="00275862">
            <w:pPr>
              <w:rPr>
                <w:rFonts w:cs="Arial"/>
                <w:color w:val="002060"/>
                <w:sz w:val="20"/>
                <w:szCs w:val="20"/>
              </w:rPr>
            </w:pPr>
            <w:r w:rsidRPr="00174614">
              <w:rPr>
                <w:color w:val="002060"/>
                <w:sz w:val="20"/>
                <w:szCs w:val="20"/>
              </w:rPr>
              <w:t xml:space="preserve">Der TS 5000 </w:t>
            </w:r>
            <w:proofErr w:type="spellStart"/>
            <w:r w:rsidRPr="00174614">
              <w:rPr>
                <w:color w:val="002060"/>
                <w:sz w:val="20"/>
                <w:szCs w:val="20"/>
              </w:rPr>
              <w:t>SoftClose</w:t>
            </w:r>
            <w:proofErr w:type="spellEnd"/>
            <w:r w:rsidRPr="00174614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 xml:space="preserve">ist </w:t>
            </w:r>
            <w:r w:rsidRPr="00174614">
              <w:rPr>
                <w:color w:val="002060"/>
                <w:sz w:val="20"/>
                <w:szCs w:val="20"/>
              </w:rPr>
              <w:t xml:space="preserve">unkompliziert nachrüstbar und </w:t>
            </w:r>
            <w:r>
              <w:rPr>
                <w:color w:val="002060"/>
                <w:sz w:val="20"/>
                <w:szCs w:val="20"/>
              </w:rPr>
              <w:t xml:space="preserve">die Montage </w:t>
            </w:r>
            <w:r w:rsidRPr="00174614">
              <w:rPr>
                <w:color w:val="002060"/>
                <w:sz w:val="20"/>
                <w:szCs w:val="20"/>
              </w:rPr>
              <w:t>dank seiner bewährten Konstruktion</w:t>
            </w:r>
            <w:r>
              <w:rPr>
                <w:color w:val="002060"/>
                <w:sz w:val="20"/>
                <w:szCs w:val="20"/>
              </w:rPr>
              <w:t xml:space="preserve"> </w:t>
            </w:r>
            <w:r w:rsidRPr="00174614">
              <w:rPr>
                <w:color w:val="002060"/>
                <w:sz w:val="20"/>
                <w:szCs w:val="20"/>
              </w:rPr>
              <w:t>sehr zeiteffizient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00C5947" w14:textId="0C449D20" w:rsidR="00275862" w:rsidRPr="00104446" w:rsidRDefault="00275862" w:rsidP="0027586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</w:t>
            </w:r>
          </w:p>
        </w:tc>
      </w:tr>
    </w:tbl>
    <w:p w14:paraId="6B74702D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9AD8" w14:textId="77777777" w:rsidR="0062666A" w:rsidRDefault="0062666A" w:rsidP="008D6134">
      <w:pPr>
        <w:spacing w:line="240" w:lineRule="auto"/>
      </w:pPr>
      <w:r>
        <w:separator/>
      </w:r>
    </w:p>
  </w:endnote>
  <w:endnote w:type="continuationSeparator" w:id="0">
    <w:p w14:paraId="4304391D" w14:textId="77777777" w:rsidR="0062666A" w:rsidRDefault="0062666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BF67" w14:textId="77777777" w:rsidR="003E0F28" w:rsidRDefault="003E0F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E806" w14:textId="77777777" w:rsidR="003E0F28" w:rsidRDefault="003E0F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F5D0" w14:textId="77777777" w:rsidR="003E0F28" w:rsidRDefault="003E0F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122EB" w14:textId="77777777" w:rsidR="0062666A" w:rsidRDefault="0062666A" w:rsidP="008D6134">
      <w:pPr>
        <w:spacing w:line="240" w:lineRule="auto"/>
      </w:pPr>
      <w:r>
        <w:separator/>
      </w:r>
    </w:p>
  </w:footnote>
  <w:footnote w:type="continuationSeparator" w:id="0">
    <w:p w14:paraId="3B2FE228" w14:textId="77777777" w:rsidR="0062666A" w:rsidRDefault="0062666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6637E" w14:textId="77777777" w:rsidR="003E0F28" w:rsidRDefault="003E0F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E0F28" w14:paraId="26BEFBC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7035AC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AA8CCE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7CDFFE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764D94" w:rsidRPr="008B572B">
            <w:t>Presse</w:t>
          </w:r>
          <w:r>
            <w:fldChar w:fldCharType="end"/>
          </w:r>
          <w:r w:rsidR="00695278">
            <w:t>fotos</w:t>
          </w:r>
        </w:p>
        <w:p w14:paraId="04DFD987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E4BF5A2" w14:textId="77777777" w:rsidTr="00B556B7">
      <w:trPr>
        <w:trHeight w:hRule="exact" w:val="215"/>
      </w:trPr>
      <w:tc>
        <w:tcPr>
          <w:tcW w:w="7359" w:type="dxa"/>
        </w:tcPr>
        <w:p w14:paraId="58C8E6D2" w14:textId="2B152AF0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6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887B35">
                <w:t>01.06.2022</w:t>
              </w:r>
            </w:sdtContent>
          </w:sdt>
        </w:p>
      </w:tc>
    </w:tr>
  </w:tbl>
  <w:p w14:paraId="331B1E8B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26F9A6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0A34775" wp14:editId="12F90C1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038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E0F28" w14:paraId="10C4E78B" w14:textId="77777777" w:rsidTr="005A529F">
      <w:trPr>
        <w:trHeight w:hRule="exact" w:val="198"/>
      </w:trPr>
      <w:tc>
        <w:tcPr>
          <w:tcW w:w="7371" w:type="dxa"/>
        </w:tcPr>
        <w:p w14:paraId="5445B1D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5215D18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CF36FD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2A1547F9" w14:textId="7161A193" w:rsidR="00095819" w:rsidRDefault="003E0F2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2DADD120" wp14:editId="119A8EB6">
          <wp:simplePos x="0" y="0"/>
          <wp:positionH relativeFrom="page">
            <wp:posOffset>5507502</wp:posOffset>
          </wp:positionH>
          <wp:positionV relativeFrom="page">
            <wp:posOffset>837028</wp:posOffset>
          </wp:positionV>
          <wp:extent cx="1620000" cy="1620000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95E008E" wp14:editId="04176E23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B239C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37A1AD8" wp14:editId="5E64B69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288CB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75082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4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2F9F"/>
    <w:rsid w:val="001673EE"/>
    <w:rsid w:val="00174614"/>
    <w:rsid w:val="00175150"/>
    <w:rsid w:val="001D1CA2"/>
    <w:rsid w:val="001F462D"/>
    <w:rsid w:val="00241027"/>
    <w:rsid w:val="002627A3"/>
    <w:rsid w:val="00275862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E0F28"/>
    <w:rsid w:val="003E22B9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2666A"/>
    <w:rsid w:val="006333E9"/>
    <w:rsid w:val="00650096"/>
    <w:rsid w:val="00661485"/>
    <w:rsid w:val="00695278"/>
    <w:rsid w:val="006C5E2C"/>
    <w:rsid w:val="00742404"/>
    <w:rsid w:val="0074360A"/>
    <w:rsid w:val="00750CB1"/>
    <w:rsid w:val="00752C8E"/>
    <w:rsid w:val="00764D94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87B35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5DA5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76DF9"/>
  <w15:docId w15:val="{8DC83F25-5E57-E64F-A276-CD4F02AF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Kunden_2022/GEZE/Pressematerial/Pressemitteilungen/Produkte/TS%205000%20SoftClose/Pressefotos_Vorlage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58746515386424B89F63F1A788288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570A9-53E6-6C46-B871-CAE33A021EF0}"/>
      </w:docPartPr>
      <w:docPartBody>
        <w:p w:rsidR="00DA5740" w:rsidRDefault="00B47D5E">
          <w:pPr>
            <w:pStyle w:val="458746515386424B89F63F1A7882884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5E"/>
    <w:rsid w:val="000F4284"/>
    <w:rsid w:val="00984E3A"/>
    <w:rsid w:val="00A015D0"/>
    <w:rsid w:val="00B47D5E"/>
    <w:rsid w:val="00DA5740"/>
    <w:rsid w:val="00F8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58746515386424B89F63F1A78828844">
    <w:name w:val="458746515386424B89F63F1A788288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Pressefotos_Vorlage_2022.dotx</Template>
  <TotalTime>0</TotalTime>
  <Pages>2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5</cp:revision>
  <cp:lastPrinted>2019-11-28T10:39:00Z</cp:lastPrinted>
  <dcterms:created xsi:type="dcterms:W3CDTF">2022-05-30T10:58:00Z</dcterms:created>
  <dcterms:modified xsi:type="dcterms:W3CDTF">2023-04-11T08:47:00Z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