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2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30149E">
                  <w:rPr>
                    <w:rStyle w:val="Dokumentdatum"/>
                  </w:rPr>
                  <w:t>25. Juni 2020</w:t>
                </w:r>
              </w:sdtContent>
            </w:sdt>
          </w:p>
        </w:tc>
      </w:tr>
      <w:tr w:rsidR="00E60072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E60072" w:rsidRPr="00D5446F" w:rsidRDefault="00E60072" w:rsidP="00E60072">
            <w:pPr>
              <w:pStyle w:val="Betreff"/>
            </w:pPr>
            <w:r>
              <w:t>GEZE als TOP 100 Innovator im Mittelstand ausgezeichnet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:rsidR="00104446" w:rsidRPr="00333245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296"/>
        <w:gridCol w:w="3217"/>
        <w:gridCol w:w="1951"/>
      </w:tblGrid>
      <w:tr w:rsidR="00B664B6" w:rsidRPr="008E4BE2" w:rsidTr="0030149E">
        <w:trPr>
          <w:trHeight w:val="426"/>
          <w:tblHeader/>
        </w:trPr>
        <w:tc>
          <w:tcPr>
            <w:tcW w:w="4296" w:type="dxa"/>
            <w:shd w:val="clear" w:color="auto" w:fill="002364"/>
            <w:vAlign w:val="center"/>
          </w:tcPr>
          <w:p w:rsidR="00B664B6" w:rsidRPr="008E4BE2" w:rsidRDefault="00B664B6" w:rsidP="00B664B6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217" w:type="dxa"/>
            <w:shd w:val="clear" w:color="auto" w:fill="002364"/>
            <w:vAlign w:val="center"/>
          </w:tcPr>
          <w:p w:rsidR="00B664B6" w:rsidRPr="008E4BE2" w:rsidRDefault="00B664B6" w:rsidP="00B664B6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951" w:type="dxa"/>
            <w:shd w:val="clear" w:color="auto" w:fill="002364"/>
            <w:vAlign w:val="center"/>
          </w:tcPr>
          <w:p w:rsidR="00B664B6" w:rsidRPr="008E4BE2" w:rsidRDefault="00B664B6" w:rsidP="00B664B6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30149E" w:rsidTr="0030149E">
        <w:trPr>
          <w:trHeight w:val="2601"/>
        </w:trPr>
        <w:tc>
          <w:tcPr>
            <w:tcW w:w="4296" w:type="dxa"/>
            <w:shd w:val="clear" w:color="auto" w:fill="FFFFFF" w:themeFill="background1"/>
            <w:vAlign w:val="center"/>
          </w:tcPr>
          <w:p w:rsidR="0030149E" w:rsidRDefault="0030149E" w:rsidP="003014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DE123B7" wp14:editId="5123FB39">
                  <wp:extent cx="2186852" cy="1458000"/>
                  <wp:effectExtent l="0" t="0" r="0" b="2540"/>
                  <wp:docPr id="2" name="Grafik 2" descr="Ein Bild, das Zau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ZE_TOP_100_Award_2020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85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  <w:shd w:val="clear" w:color="auto" w:fill="FFFFFF" w:themeFill="background1"/>
            <w:vAlign w:val="center"/>
          </w:tcPr>
          <w:p w:rsidR="0030149E" w:rsidRPr="00E60072" w:rsidRDefault="0030149E" w:rsidP="0030149E">
            <w:pPr>
              <w:jc w:val="center"/>
              <w:rPr>
                <w:color w:val="002364"/>
                <w:sz w:val="20"/>
                <w:szCs w:val="20"/>
              </w:rPr>
            </w:pPr>
            <w:r w:rsidRPr="00E60072">
              <w:rPr>
                <w:color w:val="002364"/>
                <w:sz w:val="20"/>
                <w:szCs w:val="20"/>
              </w:rPr>
              <w:t>Auch 2020 gehört GEZE wieder zu den 100 innovativsten Unternehmen in Deutschlands Mittelstand.</w:t>
            </w:r>
          </w:p>
        </w:tc>
        <w:tc>
          <w:tcPr>
            <w:tcW w:w="1951" w:type="dxa"/>
            <w:shd w:val="clear" w:color="auto" w:fill="FFFFFF" w:themeFill="background1"/>
            <w:vAlign w:val="center"/>
          </w:tcPr>
          <w:p w:rsidR="0030149E" w:rsidRPr="00104446" w:rsidRDefault="0030149E" w:rsidP="003014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0149E" w:rsidRPr="00104446" w:rsidTr="0030149E">
        <w:trPr>
          <w:trHeight w:val="2601"/>
        </w:trPr>
        <w:tc>
          <w:tcPr>
            <w:tcW w:w="4296" w:type="dxa"/>
            <w:shd w:val="clear" w:color="auto" w:fill="FFFFFF" w:themeFill="background1"/>
            <w:vAlign w:val="center"/>
          </w:tcPr>
          <w:p w:rsidR="0030149E" w:rsidRDefault="0030149E" w:rsidP="003014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34D6E2F" wp14:editId="6C88CA6D">
                  <wp:extent cx="1945320" cy="1458000"/>
                  <wp:effectExtent l="0" t="0" r="0" b="2540"/>
                  <wp:docPr id="4" name="Grafik 4" descr="Ein Bild, das draußen, Straße, Berg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EZE_GmbH_Headquarter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32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  <w:shd w:val="clear" w:color="auto" w:fill="FFFFFF" w:themeFill="background1"/>
            <w:vAlign w:val="center"/>
          </w:tcPr>
          <w:p w:rsidR="0030149E" w:rsidRPr="00E60072" w:rsidRDefault="0030149E" w:rsidP="0030149E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E60072">
              <w:rPr>
                <w:color w:val="002364"/>
                <w:sz w:val="20"/>
                <w:szCs w:val="20"/>
              </w:rPr>
              <w:t>GEZE überzeugt mit innovativen Lösungen und modernster Technik in sowie einem exzellenten Innovationsklima.</w:t>
            </w:r>
          </w:p>
        </w:tc>
        <w:tc>
          <w:tcPr>
            <w:tcW w:w="1951" w:type="dxa"/>
            <w:shd w:val="clear" w:color="auto" w:fill="FFFFFF" w:themeFill="background1"/>
            <w:vAlign w:val="center"/>
          </w:tcPr>
          <w:p w:rsidR="0030149E" w:rsidRPr="00104446" w:rsidRDefault="0030149E" w:rsidP="003014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E60072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30149E" w:rsidRPr="00104446" w:rsidTr="00301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601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49E" w:rsidRDefault="0030149E" w:rsidP="003014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>
                  <wp:extent cx="1166305" cy="1458000"/>
                  <wp:effectExtent l="0" t="0" r="2540" b="254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Top_100_Award_Siegel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305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49E" w:rsidRPr="0030149E" w:rsidRDefault="0030149E" w:rsidP="0030149E">
            <w:pPr>
              <w:jc w:val="center"/>
              <w:rPr>
                <w:color w:val="002364"/>
                <w:sz w:val="20"/>
                <w:szCs w:val="20"/>
              </w:rPr>
            </w:pPr>
            <w:r w:rsidRPr="0030149E">
              <w:rPr>
                <w:bCs/>
                <w:color w:val="002060"/>
                <w:sz w:val="20"/>
                <w:szCs w:val="20"/>
              </w:rPr>
              <w:t>GEZE überzeugte die Jury in allen Kategorien und darf sich so TOP 100 Innovator nennen.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49E" w:rsidRPr="00104446" w:rsidRDefault="00986B7F" w:rsidP="003014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TOP 100</w:t>
            </w:r>
            <w:bookmarkStart w:id="0" w:name="_GoBack"/>
            <w:bookmarkEnd w:id="0"/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02C8" w:rsidRDefault="001602C8" w:rsidP="008D6134">
      <w:pPr>
        <w:spacing w:line="240" w:lineRule="auto"/>
      </w:pPr>
      <w:r>
        <w:separator/>
      </w:r>
    </w:p>
  </w:endnote>
  <w:endnote w:type="continuationSeparator" w:id="0">
    <w:p w:rsidR="001602C8" w:rsidRDefault="001602C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02C8" w:rsidRDefault="001602C8" w:rsidP="008D6134">
      <w:pPr>
        <w:spacing w:line="240" w:lineRule="auto"/>
      </w:pPr>
      <w:r>
        <w:separator/>
      </w:r>
    </w:p>
  </w:footnote>
  <w:footnote w:type="continuationSeparator" w:id="0">
    <w:p w:rsidR="001602C8" w:rsidRDefault="001602C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64DAC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25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30149E">
                <w:t>25.06.2020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E60072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3AC7"/>
    <w:rsid w:val="00025DF7"/>
    <w:rsid w:val="0005443A"/>
    <w:rsid w:val="00062822"/>
    <w:rsid w:val="0008169D"/>
    <w:rsid w:val="00094A49"/>
    <w:rsid w:val="00095819"/>
    <w:rsid w:val="000B02C6"/>
    <w:rsid w:val="000F57F5"/>
    <w:rsid w:val="00104446"/>
    <w:rsid w:val="00110BB8"/>
    <w:rsid w:val="00113091"/>
    <w:rsid w:val="00116258"/>
    <w:rsid w:val="001261D2"/>
    <w:rsid w:val="00131D40"/>
    <w:rsid w:val="001602C8"/>
    <w:rsid w:val="001673EE"/>
    <w:rsid w:val="001B34F3"/>
    <w:rsid w:val="001B5BC6"/>
    <w:rsid w:val="001D1CA2"/>
    <w:rsid w:val="001F462D"/>
    <w:rsid w:val="00207C17"/>
    <w:rsid w:val="002537BF"/>
    <w:rsid w:val="002627A3"/>
    <w:rsid w:val="0029378C"/>
    <w:rsid w:val="00295C6C"/>
    <w:rsid w:val="002A2B85"/>
    <w:rsid w:val="002D3473"/>
    <w:rsid w:val="002D4EAE"/>
    <w:rsid w:val="002E01C2"/>
    <w:rsid w:val="0030149E"/>
    <w:rsid w:val="003023FF"/>
    <w:rsid w:val="00333245"/>
    <w:rsid w:val="00352A49"/>
    <w:rsid w:val="00362821"/>
    <w:rsid w:val="003660CB"/>
    <w:rsid w:val="00372112"/>
    <w:rsid w:val="00381993"/>
    <w:rsid w:val="003A1C1B"/>
    <w:rsid w:val="003C69DE"/>
    <w:rsid w:val="003D37C3"/>
    <w:rsid w:val="003E4CEC"/>
    <w:rsid w:val="003F7DD3"/>
    <w:rsid w:val="00404D4A"/>
    <w:rsid w:val="00406AAA"/>
    <w:rsid w:val="00420C17"/>
    <w:rsid w:val="00431232"/>
    <w:rsid w:val="00454337"/>
    <w:rsid w:val="004B20F0"/>
    <w:rsid w:val="004B5CD9"/>
    <w:rsid w:val="004E1AAA"/>
    <w:rsid w:val="00501A06"/>
    <w:rsid w:val="00511F9A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C0436"/>
    <w:rsid w:val="005F0771"/>
    <w:rsid w:val="0060196E"/>
    <w:rsid w:val="00650096"/>
    <w:rsid w:val="00661485"/>
    <w:rsid w:val="006745D3"/>
    <w:rsid w:val="00695278"/>
    <w:rsid w:val="006C45D1"/>
    <w:rsid w:val="00742404"/>
    <w:rsid w:val="007424A2"/>
    <w:rsid w:val="007435A4"/>
    <w:rsid w:val="0074360A"/>
    <w:rsid w:val="00750CB1"/>
    <w:rsid w:val="00752C8E"/>
    <w:rsid w:val="00772A8A"/>
    <w:rsid w:val="00780DC6"/>
    <w:rsid w:val="00782B4B"/>
    <w:rsid w:val="007949B3"/>
    <w:rsid w:val="007C0737"/>
    <w:rsid w:val="007C2C48"/>
    <w:rsid w:val="007D4F8A"/>
    <w:rsid w:val="007E7A77"/>
    <w:rsid w:val="007F0435"/>
    <w:rsid w:val="007F1229"/>
    <w:rsid w:val="007F7F5B"/>
    <w:rsid w:val="00841F20"/>
    <w:rsid w:val="00846FEA"/>
    <w:rsid w:val="008510DC"/>
    <w:rsid w:val="00863B08"/>
    <w:rsid w:val="00864DAC"/>
    <w:rsid w:val="00882C6E"/>
    <w:rsid w:val="00890DBB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86B7F"/>
    <w:rsid w:val="0099368D"/>
    <w:rsid w:val="00995CDC"/>
    <w:rsid w:val="009A4C91"/>
    <w:rsid w:val="009D1E43"/>
    <w:rsid w:val="009F6807"/>
    <w:rsid w:val="00A03805"/>
    <w:rsid w:val="00A14E36"/>
    <w:rsid w:val="00A2525B"/>
    <w:rsid w:val="00A330C9"/>
    <w:rsid w:val="00A37A65"/>
    <w:rsid w:val="00A437FD"/>
    <w:rsid w:val="00A6189B"/>
    <w:rsid w:val="00A9034D"/>
    <w:rsid w:val="00A91680"/>
    <w:rsid w:val="00AA25C7"/>
    <w:rsid w:val="00B040B2"/>
    <w:rsid w:val="00B06CCE"/>
    <w:rsid w:val="00B22183"/>
    <w:rsid w:val="00B223C4"/>
    <w:rsid w:val="00B542C6"/>
    <w:rsid w:val="00B54D7B"/>
    <w:rsid w:val="00B556B7"/>
    <w:rsid w:val="00B664B6"/>
    <w:rsid w:val="00B90B86"/>
    <w:rsid w:val="00BD0F82"/>
    <w:rsid w:val="00BE33F1"/>
    <w:rsid w:val="00BF38C6"/>
    <w:rsid w:val="00C174BF"/>
    <w:rsid w:val="00C222D9"/>
    <w:rsid w:val="00C3654A"/>
    <w:rsid w:val="00C405F5"/>
    <w:rsid w:val="00C65692"/>
    <w:rsid w:val="00C91E4B"/>
    <w:rsid w:val="00CB7484"/>
    <w:rsid w:val="00CF1F20"/>
    <w:rsid w:val="00D21E65"/>
    <w:rsid w:val="00D263AB"/>
    <w:rsid w:val="00D3660E"/>
    <w:rsid w:val="00D5446F"/>
    <w:rsid w:val="00D6140F"/>
    <w:rsid w:val="00D827D0"/>
    <w:rsid w:val="00DA3EB9"/>
    <w:rsid w:val="00DA6046"/>
    <w:rsid w:val="00DB4BE6"/>
    <w:rsid w:val="00DC4FF1"/>
    <w:rsid w:val="00DC7D49"/>
    <w:rsid w:val="00DD68DB"/>
    <w:rsid w:val="00DD6AB6"/>
    <w:rsid w:val="00DE1ED3"/>
    <w:rsid w:val="00DE5064"/>
    <w:rsid w:val="00DF67D1"/>
    <w:rsid w:val="00E10257"/>
    <w:rsid w:val="00E1576D"/>
    <w:rsid w:val="00E2393F"/>
    <w:rsid w:val="00E308E8"/>
    <w:rsid w:val="00E371CF"/>
    <w:rsid w:val="00E60072"/>
    <w:rsid w:val="00E66FED"/>
    <w:rsid w:val="00E83B22"/>
    <w:rsid w:val="00F03985"/>
    <w:rsid w:val="00F15040"/>
    <w:rsid w:val="00F164BE"/>
    <w:rsid w:val="00F46B41"/>
    <w:rsid w:val="00F85D18"/>
    <w:rsid w:val="00F96F22"/>
    <w:rsid w:val="00FC528D"/>
    <w:rsid w:val="00FC5456"/>
    <w:rsid w:val="00FC6AE3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72DD6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F164BE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6A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A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AB6"/>
    <w:rPr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8560E"/>
    <w:rsid w:val="000F14E2"/>
    <w:rsid w:val="000F4A1A"/>
    <w:rsid w:val="00310FE6"/>
    <w:rsid w:val="003A77B4"/>
    <w:rsid w:val="00446D32"/>
    <w:rsid w:val="00534362"/>
    <w:rsid w:val="00567159"/>
    <w:rsid w:val="005908D3"/>
    <w:rsid w:val="005C0B9A"/>
    <w:rsid w:val="006B0319"/>
    <w:rsid w:val="0078759A"/>
    <w:rsid w:val="00835FDF"/>
    <w:rsid w:val="008B5437"/>
    <w:rsid w:val="00A15144"/>
    <w:rsid w:val="00AE2322"/>
    <w:rsid w:val="00AF1658"/>
    <w:rsid w:val="00B15615"/>
    <w:rsid w:val="00BD2AE6"/>
    <w:rsid w:val="00C5072D"/>
    <w:rsid w:val="00D4318E"/>
    <w:rsid w:val="00DE4D2C"/>
    <w:rsid w:val="00DE7712"/>
    <w:rsid w:val="00E32FF2"/>
    <w:rsid w:val="00F104E1"/>
    <w:rsid w:val="00FD3CDF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D427FF-D8BC-1545-A722-8D98865A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14</cp:revision>
  <cp:lastPrinted>2019-11-28T10:39:00Z</cp:lastPrinted>
  <dcterms:created xsi:type="dcterms:W3CDTF">2020-04-28T06:36:00Z</dcterms:created>
  <dcterms:modified xsi:type="dcterms:W3CDTF">2020-06-24T13:46:00Z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